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E1235" w:rsidRDefault="00FE1235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DD0F45" w:rsidRDefault="00E86034" w:rsidP="00DD0F45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D04890">
        <w:rPr>
          <w:rFonts w:ascii="Arial" w:eastAsia="Arial Unicode MS" w:hAnsi="Arial" w:cs="Arial"/>
          <w:b/>
          <w:bCs/>
          <w:sz w:val="20"/>
          <w:szCs w:val="20"/>
        </w:rPr>
        <w:t xml:space="preserve">5 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7C0B9C">
        <w:rPr>
          <w:rFonts w:ascii="Arial" w:eastAsia="Arial Unicode MS" w:hAnsi="Arial" w:cs="Arial"/>
          <w:b/>
          <w:bCs/>
          <w:sz w:val="20"/>
          <w:szCs w:val="20"/>
        </w:rPr>
        <w:t>RESPONSABILITA’ CIVILE VERSO TERZI E VERSO DIPENDENTI</w:t>
      </w: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E1235" w:rsidRDefault="00FE1235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E86034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>
        <w:rPr>
          <w:rFonts w:ascii="Arial" w:eastAsia="Arial Unicode MS" w:hAnsi="Arial" w:cs="Arial"/>
          <w:sz w:val="20"/>
          <w:szCs w:val="20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9D2BD1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9D2BD1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BD5C32" w:rsidRPr="00545094" w:rsidTr="009D2BD1">
        <w:trPr>
          <w:trHeight w:hRule="exact" w:val="510"/>
        </w:trPr>
        <w:tc>
          <w:tcPr>
            <w:tcW w:w="1543" w:type="pct"/>
            <w:shd w:val="clear" w:color="999999" w:fill="auto"/>
            <w:vAlign w:val="center"/>
          </w:tcPr>
          <w:p w:rsidR="00BD5C32" w:rsidRPr="00541F49" w:rsidRDefault="00BD5C32" w:rsidP="009D2BD1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3B2BEB">
              <w:rPr>
                <w:rFonts w:ascii="Arial" w:hAnsi="Arial" w:cs="Arial"/>
                <w:sz w:val="20"/>
                <w:szCs w:val="20"/>
              </w:rPr>
              <w:t>1.7</w:t>
            </w:r>
            <w:r w:rsidRPr="00541F49">
              <w:rPr>
                <w:rFonts w:ascii="Arial" w:hAnsi="Arial" w:cs="Arial"/>
                <w:sz w:val="20"/>
                <w:szCs w:val="20"/>
              </w:rPr>
              <w:t xml:space="preserve">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BD5C32" w:rsidRPr="00545094" w:rsidRDefault="00BD5C32" w:rsidP="009D2BD1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BD5C32" w:rsidRPr="00B514A1" w:rsidRDefault="00E522A4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BD5C32" w:rsidRPr="00B514A1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822F9B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822F9B" w:rsidRPr="001E6E36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FE4495">
              <w:rPr>
                <w:rFonts w:ascii="Arial" w:eastAsia="Arial Unicode MS" w:hAnsi="Arial" w:cs="Arial"/>
                <w:sz w:val="20"/>
                <w:szCs w:val="20"/>
              </w:rPr>
              <w:t>.6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2F9B" w:rsidRPr="001E6E36" w:rsidRDefault="00822F9B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>– Condutture ed impianti sotterranei</w:t>
            </w:r>
          </w:p>
        </w:tc>
        <w:tc>
          <w:tcPr>
            <w:tcW w:w="2062" w:type="pct"/>
            <w:vAlign w:val="center"/>
          </w:tcPr>
          <w:p w:rsidR="00822F9B" w:rsidRPr="001E6E36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822F9B" w:rsidRPr="001E6E36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>€</w:t>
            </w:r>
            <w:r w:rsidR="00AD52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75F">
              <w:rPr>
                <w:rFonts w:ascii="Arial" w:hAnsi="Arial" w:cs="Arial"/>
                <w:sz w:val="20"/>
                <w:szCs w:val="20"/>
              </w:rPr>
              <w:t>60</w:t>
            </w:r>
            <w:r w:rsidR="00FE4495">
              <w:rPr>
                <w:rFonts w:ascii="Arial" w:hAnsi="Arial" w:cs="Arial"/>
                <w:sz w:val="20"/>
                <w:szCs w:val="20"/>
              </w:rPr>
              <w:t>0.000,00</w:t>
            </w:r>
            <w:r w:rsidRPr="001E6E36">
              <w:rPr>
                <w:rFonts w:ascii="Arial" w:hAnsi="Arial" w:cs="Arial"/>
                <w:sz w:val="20"/>
                <w:szCs w:val="20"/>
              </w:rPr>
              <w:t>.=</w:t>
            </w:r>
          </w:p>
        </w:tc>
        <w:tc>
          <w:tcPr>
            <w:tcW w:w="736" w:type="pct"/>
            <w:vAlign w:val="center"/>
          </w:tcPr>
          <w:p w:rsidR="00822F9B" w:rsidRPr="001E6E36" w:rsidRDefault="0046605D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822F9B" w:rsidRPr="001E6E36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822F9B" w:rsidRPr="00120A50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>€</w:t>
            </w:r>
            <w:r w:rsidR="00FE44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75F">
              <w:rPr>
                <w:rFonts w:ascii="Arial" w:hAnsi="Arial" w:cs="Arial"/>
                <w:sz w:val="20"/>
                <w:szCs w:val="20"/>
              </w:rPr>
              <w:t>7</w:t>
            </w:r>
            <w:r w:rsidR="00FE4495">
              <w:rPr>
                <w:rFonts w:ascii="Arial" w:hAnsi="Arial" w:cs="Arial"/>
                <w:sz w:val="20"/>
                <w:szCs w:val="20"/>
              </w:rPr>
              <w:t>00.000,00</w:t>
            </w:r>
            <w:r w:rsidRPr="0012192C">
              <w:rPr>
                <w:rFonts w:ascii="Arial" w:hAnsi="Arial" w:cs="Arial"/>
                <w:sz w:val="20"/>
                <w:szCs w:val="20"/>
              </w:rPr>
              <w:t>.=</w:t>
            </w:r>
          </w:p>
        </w:tc>
        <w:tc>
          <w:tcPr>
            <w:tcW w:w="736" w:type="pct"/>
            <w:vAlign w:val="center"/>
          </w:tcPr>
          <w:p w:rsidR="00822F9B" w:rsidRPr="00B514A1" w:rsidRDefault="0046605D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822F9B" w:rsidRPr="00B514A1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822F9B" w:rsidRPr="00120A50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>€</w:t>
            </w:r>
            <w:r w:rsidR="00FE44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775F">
              <w:rPr>
                <w:rFonts w:ascii="Arial" w:hAnsi="Arial" w:cs="Arial"/>
                <w:sz w:val="20"/>
                <w:szCs w:val="20"/>
              </w:rPr>
              <w:t>80</w:t>
            </w:r>
            <w:r w:rsidR="00FE4495">
              <w:rPr>
                <w:rFonts w:ascii="Arial" w:hAnsi="Arial" w:cs="Arial"/>
                <w:sz w:val="20"/>
                <w:szCs w:val="20"/>
              </w:rPr>
              <w:t>0.000,00</w:t>
            </w:r>
            <w:r w:rsidRPr="0012192C">
              <w:rPr>
                <w:rFonts w:ascii="Arial" w:hAnsi="Arial" w:cs="Arial"/>
                <w:sz w:val="20"/>
                <w:szCs w:val="20"/>
              </w:rPr>
              <w:t>.=</w:t>
            </w:r>
          </w:p>
        </w:tc>
        <w:tc>
          <w:tcPr>
            <w:tcW w:w="736" w:type="pct"/>
            <w:vAlign w:val="center"/>
          </w:tcPr>
          <w:p w:rsidR="00822F9B" w:rsidRPr="00B514A1" w:rsidRDefault="0046605D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822F9B" w:rsidRPr="00B514A1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822F9B" w:rsidRPr="00120A50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822F9B" w:rsidRPr="0012192C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C4775F">
              <w:rPr>
                <w:rFonts w:ascii="Arial" w:hAnsi="Arial" w:cs="Arial"/>
                <w:sz w:val="20"/>
                <w:szCs w:val="20"/>
              </w:rPr>
              <w:t>1.0</w:t>
            </w:r>
            <w:r w:rsidR="001D7C13">
              <w:rPr>
                <w:rFonts w:ascii="Arial" w:hAnsi="Arial" w:cs="Arial"/>
                <w:sz w:val="20"/>
                <w:szCs w:val="20"/>
              </w:rPr>
              <w:t xml:space="preserve">00.000,00 </w:t>
            </w:r>
            <w:r w:rsidRPr="0012192C">
              <w:rPr>
                <w:rFonts w:ascii="Arial" w:hAnsi="Arial" w:cs="Arial"/>
                <w:sz w:val="20"/>
                <w:szCs w:val="20"/>
              </w:rPr>
              <w:t>.=</w:t>
            </w:r>
          </w:p>
        </w:tc>
        <w:tc>
          <w:tcPr>
            <w:tcW w:w="736" w:type="pct"/>
            <w:vAlign w:val="center"/>
          </w:tcPr>
          <w:p w:rsidR="00822F9B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822F9B" w:rsidRPr="00B514A1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822F9B" w:rsidRPr="00541F49" w:rsidRDefault="00822F9B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822F9B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822F9B" w:rsidRPr="001E6E36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1D7C13">
              <w:rPr>
                <w:rFonts w:ascii="Arial" w:eastAsia="Arial Unicode MS" w:hAnsi="Arial" w:cs="Arial"/>
                <w:sz w:val="20"/>
                <w:szCs w:val="20"/>
              </w:rPr>
              <w:t>.6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2F9B" w:rsidRPr="001E6E36" w:rsidRDefault="00822F9B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 – Condutture ed impianti sotterranei</w:t>
            </w:r>
          </w:p>
        </w:tc>
        <w:tc>
          <w:tcPr>
            <w:tcW w:w="2062" w:type="pct"/>
            <w:vAlign w:val="center"/>
          </w:tcPr>
          <w:p w:rsidR="00822F9B" w:rsidRPr="001E6E36" w:rsidRDefault="00822F9B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</w:t>
            </w:r>
            <w:r w:rsidR="001D7C13">
              <w:rPr>
                <w:rFonts w:ascii="Arial" w:hAnsi="Arial" w:cs="Arial"/>
                <w:sz w:val="20"/>
                <w:szCs w:val="20"/>
              </w:rPr>
              <w:t>dello scoperto</w:t>
            </w:r>
            <w:r>
              <w:rPr>
                <w:rFonts w:ascii="Arial" w:hAnsi="Arial" w:cs="Arial"/>
                <w:sz w:val="20"/>
                <w:szCs w:val="20"/>
              </w:rPr>
              <w:t xml:space="preserve"> per sinistro a</w:t>
            </w:r>
            <w:r w:rsidR="001D7C13">
              <w:rPr>
                <w:rFonts w:ascii="Arial" w:hAnsi="Arial" w:cs="Arial"/>
                <w:sz w:val="20"/>
                <w:szCs w:val="20"/>
              </w:rPr>
              <w:t>l 5%</w:t>
            </w:r>
          </w:p>
        </w:tc>
        <w:tc>
          <w:tcPr>
            <w:tcW w:w="736" w:type="pct"/>
            <w:vAlign w:val="center"/>
          </w:tcPr>
          <w:p w:rsidR="00822F9B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822F9B" w:rsidRPr="001E6E36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val="97"/>
        </w:trPr>
        <w:tc>
          <w:tcPr>
            <w:tcW w:w="1543" w:type="pct"/>
            <w:vMerge/>
            <w:vAlign w:val="center"/>
          </w:tcPr>
          <w:p w:rsidR="00822F9B" w:rsidRPr="00120A50" w:rsidRDefault="00822F9B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</w:tcPr>
          <w:p w:rsidR="00822F9B" w:rsidRPr="0012192C" w:rsidRDefault="001D7C13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dello scoperto</w:t>
            </w:r>
          </w:p>
        </w:tc>
        <w:tc>
          <w:tcPr>
            <w:tcW w:w="736" w:type="pct"/>
            <w:vAlign w:val="center"/>
          </w:tcPr>
          <w:p w:rsidR="00822F9B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822F9B" w:rsidRPr="00B514A1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822F9B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822F9B" w:rsidRPr="00541F49" w:rsidRDefault="00822F9B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822F9B" w:rsidRPr="00545094" w:rsidRDefault="00822F9B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Pr="001E6E36" w:rsidRDefault="00554642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="003258AA"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3258AA" w:rsidRPr="001E6E36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9B178D">
              <w:rPr>
                <w:rFonts w:ascii="Arial" w:eastAsia="Arial Unicode MS" w:hAnsi="Arial" w:cs="Arial"/>
                <w:sz w:val="20"/>
                <w:szCs w:val="20"/>
              </w:rPr>
              <w:t>.3</w:t>
            </w:r>
            <w:r w:rsidR="003258AA" w:rsidRPr="001E6E36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="003258AA"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Cedimento o franamento</w:t>
            </w:r>
          </w:p>
        </w:tc>
        <w:tc>
          <w:tcPr>
            <w:tcW w:w="2062" w:type="pct"/>
            <w:vAlign w:val="center"/>
          </w:tcPr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B564B">
              <w:rPr>
                <w:rFonts w:ascii="Arial" w:hAnsi="Arial" w:cs="Arial"/>
                <w:sz w:val="20"/>
                <w:szCs w:val="20"/>
              </w:rPr>
              <w:t>70</w:t>
            </w:r>
            <w:r w:rsidRPr="001E6E36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B564B">
              <w:rPr>
                <w:rFonts w:ascii="Arial" w:hAnsi="Arial" w:cs="Arial"/>
                <w:sz w:val="20"/>
                <w:szCs w:val="20"/>
              </w:rPr>
              <w:t>8</w:t>
            </w:r>
            <w:r w:rsidR="00985CF8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2,5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B564B">
              <w:rPr>
                <w:rFonts w:ascii="Arial" w:hAnsi="Arial" w:cs="Arial"/>
                <w:sz w:val="20"/>
                <w:szCs w:val="20"/>
              </w:rPr>
              <w:t>90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B564B">
              <w:rPr>
                <w:rFonts w:ascii="Arial" w:hAnsi="Arial" w:cs="Arial"/>
                <w:sz w:val="20"/>
                <w:szCs w:val="20"/>
              </w:rPr>
              <w:t>1.0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3258AA" w:rsidRPr="00B514A1" w:rsidRDefault="00BC1E2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A93503">
              <w:rPr>
                <w:rFonts w:ascii="Arial" w:eastAsia="Arial Unicode MS" w:hAnsi="Arial" w:cs="Arial"/>
                <w:sz w:val="20"/>
                <w:szCs w:val="20"/>
              </w:rPr>
              <w:t>.3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Cedimento o franamento</w:t>
            </w:r>
          </w:p>
        </w:tc>
        <w:tc>
          <w:tcPr>
            <w:tcW w:w="2062" w:type="pct"/>
            <w:vAlign w:val="center"/>
          </w:tcPr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</w:t>
            </w:r>
            <w:r w:rsidR="009B178D">
              <w:rPr>
                <w:rFonts w:ascii="Arial" w:hAnsi="Arial" w:cs="Arial"/>
                <w:sz w:val="20"/>
                <w:szCs w:val="20"/>
              </w:rPr>
              <w:t>scoperto</w:t>
            </w:r>
            <w:r>
              <w:rPr>
                <w:rFonts w:ascii="Arial" w:hAnsi="Arial" w:cs="Arial"/>
                <w:sz w:val="20"/>
                <w:szCs w:val="20"/>
              </w:rPr>
              <w:t xml:space="preserve"> per sinistro a</w:t>
            </w:r>
            <w:r w:rsidR="009B178D">
              <w:rPr>
                <w:rFonts w:ascii="Arial" w:hAnsi="Arial" w:cs="Arial"/>
                <w:sz w:val="20"/>
                <w:szCs w:val="20"/>
              </w:rPr>
              <w:t>l 5%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</w:tcPr>
          <w:p w:rsidR="003258AA" w:rsidRPr="0012192C" w:rsidRDefault="009B178D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scoperto</w:t>
            </w:r>
          </w:p>
        </w:tc>
        <w:tc>
          <w:tcPr>
            <w:tcW w:w="736" w:type="pct"/>
            <w:vAlign w:val="center"/>
          </w:tcPr>
          <w:p w:rsidR="003258AA" w:rsidRPr="00B514A1" w:rsidRDefault="00BC1E2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9B178D">
              <w:rPr>
                <w:rFonts w:ascii="Arial" w:eastAsia="Arial Unicode MS" w:hAnsi="Arial" w:cs="Arial"/>
                <w:sz w:val="20"/>
                <w:szCs w:val="20"/>
              </w:rPr>
              <w:t>.18</w:t>
            </w:r>
            <w:r w:rsidRPr="001E6E36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– Interruzione o sospensione di </w:t>
            </w:r>
            <w:r w:rsidRPr="001E6E36">
              <w:rPr>
                <w:rFonts w:ascii="Arial" w:hAnsi="Arial" w:cs="Arial"/>
                <w:sz w:val="20"/>
                <w:szCs w:val="20"/>
              </w:rPr>
              <w:lastRenderedPageBreak/>
              <w:t>attività di terzi</w:t>
            </w:r>
          </w:p>
        </w:tc>
        <w:tc>
          <w:tcPr>
            <w:tcW w:w="2062" w:type="pct"/>
            <w:vAlign w:val="center"/>
          </w:tcPr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lastRenderedPageBreak/>
              <w:t xml:space="preserve">Aumento limite di indennizzo ad </w:t>
            </w:r>
          </w:p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9B178D">
              <w:rPr>
                <w:rFonts w:ascii="Arial" w:hAnsi="Arial" w:cs="Arial"/>
                <w:sz w:val="20"/>
                <w:szCs w:val="20"/>
              </w:rPr>
              <w:t>5</w:t>
            </w:r>
            <w:r w:rsidR="00D36247">
              <w:rPr>
                <w:rFonts w:ascii="Arial" w:hAnsi="Arial" w:cs="Arial"/>
                <w:sz w:val="20"/>
                <w:szCs w:val="20"/>
              </w:rPr>
              <w:t>5</w:t>
            </w:r>
            <w:r w:rsidRPr="001E6E36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3624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D36247">
              <w:rPr>
                <w:rFonts w:ascii="Arial" w:hAnsi="Arial" w:cs="Arial"/>
                <w:sz w:val="20"/>
                <w:szCs w:val="20"/>
              </w:rPr>
              <w:t>65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>€</w:t>
            </w:r>
            <w:r w:rsidR="00B70F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1BD">
              <w:rPr>
                <w:rFonts w:ascii="Arial" w:hAnsi="Arial" w:cs="Arial"/>
                <w:sz w:val="20"/>
                <w:szCs w:val="20"/>
              </w:rPr>
              <w:t>1.0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023090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023090">
              <w:rPr>
                <w:rFonts w:ascii="Arial" w:hAnsi="Arial" w:cs="Arial"/>
                <w:sz w:val="20"/>
                <w:szCs w:val="20"/>
              </w:rPr>
              <w:t>3</w:t>
            </w:r>
            <w:r w:rsidR="009B178D">
              <w:rPr>
                <w:rFonts w:ascii="Arial" w:hAnsi="Arial" w:cs="Arial"/>
                <w:sz w:val="20"/>
                <w:szCs w:val="20"/>
              </w:rPr>
              <w:t>.18</w:t>
            </w:r>
            <w:r w:rsidRPr="00023090">
              <w:rPr>
                <w:rFonts w:ascii="Arial" w:hAnsi="Arial" w:cs="Arial"/>
                <w:sz w:val="20"/>
                <w:szCs w:val="20"/>
              </w:rPr>
              <w:t xml:space="preserve"> Garanzie aggiuntive</w:t>
            </w:r>
            <w:r w:rsidRPr="001E6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02309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>– Interruzione o sospensione di attività di terzi</w:t>
            </w:r>
          </w:p>
        </w:tc>
        <w:tc>
          <w:tcPr>
            <w:tcW w:w="2062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franchigia per sinistro ad € </w:t>
            </w:r>
            <w:r w:rsidR="00F573E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F573E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00,00 </w:t>
            </w:r>
          </w:p>
        </w:tc>
        <w:tc>
          <w:tcPr>
            <w:tcW w:w="736" w:type="pct"/>
            <w:vAlign w:val="center"/>
          </w:tcPr>
          <w:p w:rsidR="003258AA" w:rsidRPr="00985CF0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023090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C73714">
              <w:rPr>
                <w:rFonts w:ascii="Arial" w:hAnsi="Arial" w:cs="Arial"/>
                <w:sz w:val="20"/>
                <w:szCs w:val="20"/>
              </w:rPr>
              <w:t>Riduzione franchigia minima per sinistro ad €</w:t>
            </w:r>
            <w:r w:rsidR="00F573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3817">
              <w:rPr>
                <w:rFonts w:ascii="Arial" w:hAnsi="Arial" w:cs="Arial"/>
                <w:sz w:val="20"/>
                <w:szCs w:val="20"/>
              </w:rPr>
              <w:t>5</w:t>
            </w:r>
            <w:r w:rsidRPr="00C73714">
              <w:rPr>
                <w:rFonts w:ascii="Arial" w:hAnsi="Arial" w:cs="Arial"/>
                <w:sz w:val="20"/>
                <w:szCs w:val="20"/>
              </w:rPr>
              <w:t xml:space="preserve">00,00 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120A50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DE13A7">
              <w:rPr>
                <w:rFonts w:ascii="Arial" w:eastAsia="Arial Unicode MS" w:hAnsi="Arial" w:cs="Arial"/>
                <w:sz w:val="20"/>
                <w:szCs w:val="20"/>
              </w:rPr>
              <w:t>.7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120A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0B51AD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Danni a cose di terzi</w:t>
            </w:r>
          </w:p>
        </w:tc>
        <w:tc>
          <w:tcPr>
            <w:tcW w:w="2062" w:type="pct"/>
            <w:vAlign w:val="center"/>
          </w:tcPr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E6E36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E6E36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20943">
              <w:rPr>
                <w:rFonts w:ascii="Arial" w:hAnsi="Arial" w:cs="Arial"/>
                <w:sz w:val="20"/>
                <w:szCs w:val="20"/>
              </w:rPr>
              <w:t>4</w:t>
            </w:r>
            <w:r w:rsidR="004E10A1">
              <w:rPr>
                <w:rFonts w:ascii="Arial" w:hAnsi="Arial" w:cs="Arial"/>
                <w:sz w:val="20"/>
                <w:szCs w:val="20"/>
              </w:rPr>
              <w:t>0</w:t>
            </w:r>
            <w:r w:rsidRPr="001E6E36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20943">
              <w:rPr>
                <w:rFonts w:ascii="Arial" w:hAnsi="Arial" w:cs="Arial"/>
                <w:sz w:val="20"/>
                <w:szCs w:val="20"/>
              </w:rPr>
              <w:t>5</w:t>
            </w:r>
            <w:r w:rsidR="002E5B79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2,5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20943">
              <w:rPr>
                <w:rFonts w:ascii="Arial" w:hAnsi="Arial" w:cs="Arial"/>
                <w:sz w:val="20"/>
                <w:szCs w:val="20"/>
              </w:rPr>
              <w:t>6</w:t>
            </w:r>
            <w:r w:rsidR="00DE13A7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20943">
              <w:rPr>
                <w:rFonts w:ascii="Arial" w:hAnsi="Arial" w:cs="Arial"/>
                <w:sz w:val="20"/>
                <w:szCs w:val="20"/>
              </w:rPr>
              <w:t>7</w:t>
            </w:r>
            <w:r w:rsidR="002E5B79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0.000,00.=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 w:val="restart"/>
            <w:shd w:val="clear" w:color="auto" w:fill="auto"/>
            <w:vAlign w:val="center"/>
          </w:tcPr>
          <w:p w:rsidR="003258AA" w:rsidRPr="0064675A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>Art. 3</w:t>
            </w:r>
            <w:r w:rsidR="00DE13A7">
              <w:rPr>
                <w:rFonts w:ascii="Arial" w:eastAsia="Arial Unicode MS" w:hAnsi="Arial" w:cs="Arial"/>
                <w:sz w:val="20"/>
                <w:szCs w:val="20"/>
              </w:rPr>
              <w:t>.13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</w:p>
          <w:p w:rsidR="003258AA" w:rsidRPr="0064675A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>– Danni da incendio</w:t>
            </w:r>
          </w:p>
        </w:tc>
        <w:tc>
          <w:tcPr>
            <w:tcW w:w="2062" w:type="pct"/>
            <w:shd w:val="clear" w:color="auto" w:fill="auto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64675A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B15F1">
              <w:rPr>
                <w:rFonts w:ascii="Arial" w:hAnsi="Arial" w:cs="Arial"/>
                <w:sz w:val="20"/>
                <w:szCs w:val="20"/>
              </w:rPr>
              <w:t>9</w:t>
            </w:r>
            <w:r w:rsidR="00B13415">
              <w:rPr>
                <w:rFonts w:ascii="Arial" w:hAnsi="Arial" w:cs="Arial"/>
                <w:sz w:val="20"/>
                <w:szCs w:val="20"/>
              </w:rPr>
              <w:t>0</w:t>
            </w:r>
            <w:r w:rsidR="0095280E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64675A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B15F1">
              <w:rPr>
                <w:rFonts w:ascii="Arial" w:hAnsi="Arial" w:cs="Arial"/>
                <w:sz w:val="20"/>
                <w:szCs w:val="20"/>
              </w:rPr>
              <w:t>1.0</w:t>
            </w:r>
            <w:r w:rsidR="00B13415">
              <w:rPr>
                <w:rFonts w:ascii="Arial" w:hAnsi="Arial" w:cs="Arial"/>
                <w:sz w:val="20"/>
                <w:szCs w:val="20"/>
              </w:rPr>
              <w:t>0</w:t>
            </w:r>
            <w:r w:rsidR="0095280E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2,5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B15F1">
              <w:rPr>
                <w:rFonts w:ascii="Arial" w:hAnsi="Arial" w:cs="Arial"/>
                <w:sz w:val="20"/>
                <w:szCs w:val="20"/>
              </w:rPr>
              <w:t>1.2</w:t>
            </w:r>
            <w:r w:rsidR="00B13415">
              <w:rPr>
                <w:rFonts w:ascii="Arial" w:hAnsi="Arial" w:cs="Arial"/>
                <w:sz w:val="20"/>
                <w:szCs w:val="20"/>
              </w:rPr>
              <w:t>0</w:t>
            </w:r>
            <w:r w:rsidR="0095280E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B15F1">
              <w:rPr>
                <w:rFonts w:ascii="Arial" w:hAnsi="Arial" w:cs="Arial"/>
                <w:sz w:val="20"/>
                <w:szCs w:val="20"/>
              </w:rPr>
              <w:t>1.5</w:t>
            </w:r>
            <w:r w:rsidR="006139EF">
              <w:rPr>
                <w:rFonts w:ascii="Arial" w:hAnsi="Arial" w:cs="Arial"/>
                <w:sz w:val="20"/>
                <w:szCs w:val="20"/>
              </w:rPr>
              <w:t>0</w:t>
            </w:r>
            <w:r w:rsidR="0095280E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shd w:val="clear" w:color="auto" w:fill="auto"/>
            <w:vAlign w:val="center"/>
          </w:tcPr>
          <w:p w:rsidR="003258AA" w:rsidRPr="0064675A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Art. </w:t>
            </w:r>
            <w:r w:rsidR="00DE13A7">
              <w:rPr>
                <w:rFonts w:ascii="Arial" w:eastAsia="Arial Unicode MS" w:hAnsi="Arial" w:cs="Arial"/>
                <w:sz w:val="20"/>
                <w:szCs w:val="20"/>
              </w:rPr>
              <w:t>2.2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</w:p>
          <w:p w:rsidR="003258AA" w:rsidRPr="0064675A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Franchigia RCT per sinistro, salvo quanto diversamente indicato</w:t>
            </w:r>
          </w:p>
        </w:tc>
        <w:tc>
          <w:tcPr>
            <w:tcW w:w="2062" w:type="pct"/>
            <w:shd w:val="clear" w:color="auto" w:fill="auto"/>
            <w:vAlign w:val="center"/>
          </w:tcPr>
          <w:p w:rsidR="003258AA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franchigia per sinistro ad </w:t>
            </w:r>
          </w:p>
          <w:p w:rsidR="003258AA" w:rsidRPr="0064675A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372C76">
              <w:rPr>
                <w:rFonts w:ascii="Arial" w:hAnsi="Arial" w:cs="Arial"/>
                <w:sz w:val="20"/>
                <w:szCs w:val="20"/>
              </w:rPr>
              <w:t>25</w:t>
            </w:r>
            <w:r w:rsidR="00E5725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258AA" w:rsidRPr="001E6E36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64675A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3258AA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Riduzione franchigia per sinistro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372C76">
              <w:rPr>
                <w:rFonts w:ascii="Arial" w:hAnsi="Arial" w:cs="Arial"/>
                <w:sz w:val="20"/>
                <w:szCs w:val="20"/>
              </w:rPr>
              <w:t>10</w:t>
            </w:r>
            <w:r w:rsidR="00E5725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15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sinistro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20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 w:val="restart"/>
            <w:vAlign w:val="center"/>
          </w:tcPr>
          <w:p w:rsidR="003258AA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4675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DE13A7">
              <w:rPr>
                <w:rFonts w:ascii="Arial" w:eastAsia="Arial Unicode MS" w:hAnsi="Arial" w:cs="Arial"/>
                <w:sz w:val="20"/>
                <w:szCs w:val="20"/>
              </w:rPr>
              <w:t>.16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6467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64675A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4675A">
              <w:rPr>
                <w:rFonts w:ascii="Arial" w:hAnsi="Arial" w:cs="Arial"/>
                <w:sz w:val="20"/>
                <w:szCs w:val="20"/>
              </w:rPr>
              <w:t xml:space="preserve"> – Inquinamento accidentale</w:t>
            </w: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64675A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9683F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64675A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0B51AD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9683F">
              <w:rPr>
                <w:rFonts w:ascii="Arial" w:hAnsi="Arial" w:cs="Arial"/>
                <w:sz w:val="20"/>
                <w:szCs w:val="20"/>
              </w:rPr>
              <w:t>90</w:t>
            </w:r>
            <w:r w:rsidR="008B6F9C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0B51AD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9683F">
              <w:rPr>
                <w:rFonts w:ascii="Arial" w:hAnsi="Arial" w:cs="Arial"/>
                <w:sz w:val="20"/>
                <w:szCs w:val="20"/>
              </w:rPr>
              <w:t>1.00</w:t>
            </w:r>
            <w:r w:rsidR="008B6F9C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258AA" w:rsidRPr="000B51AD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3258AA" w:rsidRPr="0012192C" w:rsidRDefault="003258AA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09683F">
              <w:rPr>
                <w:rFonts w:ascii="Arial" w:hAnsi="Arial" w:cs="Arial"/>
                <w:sz w:val="20"/>
                <w:szCs w:val="20"/>
              </w:rPr>
              <w:t>1.50</w:t>
            </w:r>
            <w:r w:rsidR="008B6F9C">
              <w:rPr>
                <w:rFonts w:ascii="Arial" w:hAnsi="Arial" w:cs="Arial"/>
                <w:sz w:val="20"/>
                <w:szCs w:val="20"/>
              </w:rPr>
              <w:t>0.000,00</w:t>
            </w:r>
          </w:p>
        </w:tc>
        <w:tc>
          <w:tcPr>
            <w:tcW w:w="736" w:type="pct"/>
            <w:vAlign w:val="center"/>
          </w:tcPr>
          <w:p w:rsidR="003258AA" w:rsidRPr="00B514A1" w:rsidRDefault="00BC1E2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 w:val="restart"/>
            <w:vAlign w:val="center"/>
          </w:tcPr>
          <w:p w:rsidR="003258AA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4675A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DE13A7">
              <w:rPr>
                <w:rFonts w:ascii="Arial" w:eastAsia="Arial Unicode MS" w:hAnsi="Arial" w:cs="Arial"/>
                <w:sz w:val="20"/>
                <w:szCs w:val="20"/>
              </w:rPr>
              <w:t>.16</w:t>
            </w:r>
            <w:r w:rsidRPr="0064675A">
              <w:rPr>
                <w:rFonts w:ascii="Arial" w:eastAsia="Arial Unicode MS" w:hAnsi="Arial" w:cs="Arial"/>
                <w:sz w:val="20"/>
                <w:szCs w:val="20"/>
              </w:rPr>
              <w:t xml:space="preserve"> Garanzie aggiuntive</w:t>
            </w:r>
            <w:r w:rsidRPr="006467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58AA" w:rsidRPr="001E6E36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64675A">
              <w:rPr>
                <w:rFonts w:ascii="Arial" w:hAnsi="Arial" w:cs="Arial"/>
                <w:sz w:val="20"/>
                <w:szCs w:val="20"/>
              </w:rPr>
              <w:t xml:space="preserve"> – Inquinamento accidentale</w:t>
            </w:r>
          </w:p>
        </w:tc>
        <w:tc>
          <w:tcPr>
            <w:tcW w:w="2062" w:type="pct"/>
            <w:vAlign w:val="center"/>
          </w:tcPr>
          <w:p w:rsidR="003258AA" w:rsidRPr="001E6E36" w:rsidRDefault="00DE13A7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Riduzione dello scoperto al 5 %</w:t>
            </w:r>
          </w:p>
        </w:tc>
        <w:tc>
          <w:tcPr>
            <w:tcW w:w="736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258AA" w:rsidRPr="001E6E36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1E6E36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val="510"/>
        </w:trPr>
        <w:tc>
          <w:tcPr>
            <w:tcW w:w="1543" w:type="pct"/>
            <w:vMerge/>
            <w:vAlign w:val="center"/>
          </w:tcPr>
          <w:p w:rsidR="003258AA" w:rsidRPr="00120A50" w:rsidRDefault="003258AA" w:rsidP="009D2B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</w:tcPr>
          <w:p w:rsidR="003258AA" w:rsidRPr="0012192C" w:rsidRDefault="00DE13A7" w:rsidP="009D2BD1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Azzeramento dello scoperto </w:t>
            </w:r>
          </w:p>
        </w:tc>
        <w:tc>
          <w:tcPr>
            <w:tcW w:w="736" w:type="pct"/>
            <w:vAlign w:val="center"/>
          </w:tcPr>
          <w:p w:rsidR="003258AA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3258AA" w:rsidRPr="00B514A1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258AA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258AA" w:rsidRPr="00541F49" w:rsidRDefault="003258AA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258AA" w:rsidRPr="00545094" w:rsidRDefault="003258AA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D3CBF" w:rsidRPr="00545094" w:rsidTr="009D2BD1">
        <w:trPr>
          <w:trHeight w:hRule="exact" w:val="510"/>
        </w:trPr>
        <w:tc>
          <w:tcPr>
            <w:tcW w:w="1543" w:type="pct"/>
            <w:vMerge w:val="restart"/>
            <w:vAlign w:val="center"/>
          </w:tcPr>
          <w:p w:rsidR="003D3CBF" w:rsidRPr="00541F49" w:rsidRDefault="00BC1E22" w:rsidP="009D2BD1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Art 1.25</w:t>
            </w:r>
            <w:r w:rsidR="003D3CBF" w:rsidRPr="00120A50">
              <w:rPr>
                <w:rFonts w:ascii="Arial" w:hAnsi="Arial" w:cs="Arial"/>
                <w:sz w:val="20"/>
                <w:szCs w:val="20"/>
              </w:rPr>
              <w:t xml:space="preserve"> – massimali RCO</w:t>
            </w:r>
          </w:p>
        </w:tc>
        <w:tc>
          <w:tcPr>
            <w:tcW w:w="2062" w:type="pct"/>
            <w:vAlign w:val="center"/>
          </w:tcPr>
          <w:p w:rsidR="003D3CBF" w:rsidRPr="00545094" w:rsidRDefault="003D3CBF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>Aumento sotto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A50">
              <w:rPr>
                <w:rFonts w:ascii="Arial" w:hAnsi="Arial" w:cs="Arial"/>
                <w:sz w:val="20"/>
                <w:szCs w:val="20"/>
              </w:rPr>
              <w:t xml:space="preserve">limite per persona ad € </w:t>
            </w:r>
            <w:r w:rsidR="00DF657F">
              <w:rPr>
                <w:rFonts w:ascii="Arial" w:hAnsi="Arial" w:cs="Arial"/>
                <w:sz w:val="20"/>
                <w:szCs w:val="20"/>
              </w:rPr>
              <w:t>3</w:t>
            </w:r>
            <w:r w:rsidRPr="00120A50">
              <w:rPr>
                <w:rFonts w:ascii="Arial" w:hAnsi="Arial" w:cs="Arial"/>
                <w:sz w:val="20"/>
                <w:szCs w:val="20"/>
              </w:rPr>
              <w:t>.000.000,00</w:t>
            </w:r>
          </w:p>
        </w:tc>
        <w:tc>
          <w:tcPr>
            <w:tcW w:w="736" w:type="pct"/>
            <w:vAlign w:val="center"/>
          </w:tcPr>
          <w:p w:rsidR="003D3CBF" w:rsidRPr="001E6E36" w:rsidRDefault="00BC1E22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D3CBF" w:rsidRPr="00B514A1" w:rsidRDefault="003D3CBF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D3CBF" w:rsidRPr="00545094" w:rsidTr="009D2BD1">
        <w:trPr>
          <w:trHeight w:hRule="exact" w:val="510"/>
        </w:trPr>
        <w:tc>
          <w:tcPr>
            <w:tcW w:w="1543" w:type="pct"/>
            <w:vMerge/>
            <w:vAlign w:val="center"/>
          </w:tcPr>
          <w:p w:rsidR="003D3CBF" w:rsidRPr="00120A50" w:rsidRDefault="003D3CBF" w:rsidP="009D2BD1">
            <w:pPr>
              <w:pStyle w:val="Paragrafoelenc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D3CBF" w:rsidRPr="00545094" w:rsidRDefault="003D3CBF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>Aumento sotto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A50">
              <w:rPr>
                <w:rFonts w:ascii="Arial" w:hAnsi="Arial" w:cs="Arial"/>
                <w:sz w:val="20"/>
                <w:szCs w:val="20"/>
              </w:rPr>
              <w:t xml:space="preserve">limite per persona ad € </w:t>
            </w:r>
            <w:r w:rsidR="00DF657F">
              <w:rPr>
                <w:rFonts w:ascii="Arial" w:hAnsi="Arial" w:cs="Arial"/>
                <w:sz w:val="20"/>
                <w:szCs w:val="20"/>
              </w:rPr>
              <w:t>3</w:t>
            </w:r>
            <w:r w:rsidR="001D3753">
              <w:rPr>
                <w:rFonts w:ascii="Arial" w:hAnsi="Arial" w:cs="Arial"/>
                <w:sz w:val="20"/>
                <w:szCs w:val="20"/>
              </w:rPr>
              <w:t>.</w:t>
            </w:r>
            <w:r w:rsidR="00DF657F">
              <w:rPr>
                <w:rFonts w:ascii="Arial" w:hAnsi="Arial" w:cs="Arial"/>
                <w:sz w:val="20"/>
                <w:szCs w:val="20"/>
              </w:rPr>
              <w:t>5</w:t>
            </w:r>
            <w:r w:rsidRPr="00120A50">
              <w:rPr>
                <w:rFonts w:ascii="Arial" w:hAnsi="Arial" w:cs="Arial"/>
                <w:sz w:val="20"/>
                <w:szCs w:val="20"/>
              </w:rPr>
              <w:t>00.000,00</w:t>
            </w:r>
          </w:p>
        </w:tc>
        <w:tc>
          <w:tcPr>
            <w:tcW w:w="736" w:type="pct"/>
            <w:vAlign w:val="center"/>
          </w:tcPr>
          <w:p w:rsidR="003D3CBF" w:rsidRPr="00B514A1" w:rsidRDefault="00917C40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5</w:t>
            </w:r>
          </w:p>
        </w:tc>
        <w:tc>
          <w:tcPr>
            <w:tcW w:w="659" w:type="pct"/>
            <w:vAlign w:val="center"/>
          </w:tcPr>
          <w:p w:rsidR="003D3CBF" w:rsidRPr="00B514A1" w:rsidRDefault="003D3CBF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D3CBF" w:rsidRPr="00545094" w:rsidTr="009D2BD1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3D3CBF" w:rsidRPr="00541F49" w:rsidRDefault="003D3CBF" w:rsidP="009D2BD1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3D3CBF" w:rsidRPr="00545094" w:rsidRDefault="003D3CBF" w:rsidP="009D2BD1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3D3CBF" w:rsidRPr="00545094" w:rsidRDefault="003D3CBF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3D3CBF" w:rsidRPr="00545094" w:rsidRDefault="003D3CBF" w:rsidP="009D2BD1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E01449" w:rsidRDefault="009D2BD1" w:rsidP="00006FA3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br w:type="textWrapping" w:clear="all"/>
      </w:r>
    </w:p>
    <w:p w:rsidR="00E01449" w:rsidRDefault="00E01449" w:rsidP="00E01449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FE1235" w:rsidRDefault="00FE1235" w:rsidP="00E01449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E01449" w:rsidRDefault="00E01449" w:rsidP="00E01449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E01449" w:rsidRDefault="00E01449" w:rsidP="00E01449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lastRenderedPageBreak/>
        <w:t xml:space="preserve">Ai sensi degli articoli 46 e 47 del DPR 445/00, consapevole delle sanzioni penali previste dall’articolo 76 dello stesso decreto per le ipotesi di falsità in atti e mendaci dichiarazioni, il sottoscritto dichiara </w:t>
      </w:r>
      <w:r>
        <w:rPr>
          <w:rFonts w:ascii="Arial" w:eastAsia="Arial Unicode MS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E01449" w:rsidRDefault="00E01449" w:rsidP="00E01449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La presente offerta ha validità per un periodo di </w:t>
      </w:r>
      <w:r>
        <w:rPr>
          <w:rFonts w:ascii="Arial" w:eastAsia="Arial Unicode MS" w:hAnsi="Arial" w:cs="Arial"/>
          <w:b/>
          <w:sz w:val="20"/>
          <w:szCs w:val="20"/>
        </w:rPr>
        <w:t>180</w:t>
      </w:r>
      <w:r>
        <w:rPr>
          <w:rFonts w:ascii="Arial" w:eastAsia="Arial Unicode MS" w:hAnsi="Arial" w:cs="Arial"/>
          <w:sz w:val="20"/>
          <w:szCs w:val="20"/>
        </w:rPr>
        <w:t xml:space="preserve"> (centottanta) giorni a decorrere dalla data di scadenza della presentazione della stessa ed è immediatamente impegnativa per questa Ditta.</w:t>
      </w:r>
    </w:p>
    <w:p w:rsidR="00E01449" w:rsidRDefault="00E01449" w:rsidP="00E01449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E01449" w:rsidRDefault="00E01449" w:rsidP="00E01449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E01449" w:rsidRDefault="00E01449" w:rsidP="00E01449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Data .............................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</w:p>
    <w:p w:rsidR="00046B7B" w:rsidRDefault="00046B7B" w:rsidP="00E01449">
      <w:pPr>
        <w:rPr>
          <w:rFonts w:ascii="Arial" w:eastAsia="Arial Unicode MS" w:hAnsi="Arial" w:cs="Arial"/>
          <w:b/>
          <w:bCs/>
          <w:sz w:val="20"/>
          <w:szCs w:val="20"/>
        </w:rPr>
      </w:pPr>
    </w:p>
    <w:sectPr w:rsidR="00046B7B" w:rsidSect="00CE476A">
      <w:headerReference w:type="default" r:id="rId8"/>
      <w:headerReference w:type="first" r:id="rId9"/>
      <w:footerReference w:type="first" r:id="rId10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2B5" w:rsidRDefault="00E822B5">
      <w:r>
        <w:separator/>
      </w:r>
    </w:p>
  </w:endnote>
  <w:endnote w:type="continuationSeparator" w:id="0">
    <w:p w:rsidR="00E822B5" w:rsidRDefault="00E8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A87" w:rsidRDefault="00EA0A87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2B5" w:rsidRDefault="00E822B5">
      <w:bookmarkStart w:id="0" w:name="_Hlk479762173"/>
      <w:bookmarkEnd w:id="0"/>
      <w:r>
        <w:separator/>
      </w:r>
    </w:p>
  </w:footnote>
  <w:footnote w:type="continuationSeparator" w:id="0">
    <w:p w:rsidR="00E822B5" w:rsidRDefault="00E822B5">
      <w:r>
        <w:continuationSeparator/>
      </w:r>
    </w:p>
  </w:footnote>
  <w:footnote w:id="1">
    <w:p w:rsidR="00EA0A87" w:rsidRDefault="00EA0A87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9D2BD1" w:rsidRPr="00543D58" w:rsidRDefault="009D2BD1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90" w:type="dxa"/>
      <w:tblInd w:w="108" w:type="dxa"/>
      <w:shd w:val="clear" w:color="auto" w:fill="FFFFFF" w:themeFill="background1"/>
      <w:tblCellMar>
        <w:top w:w="85" w:type="dxa"/>
      </w:tblCellMar>
      <w:tblLook w:val="01E0"/>
    </w:tblPr>
    <w:tblGrid>
      <w:gridCol w:w="4570"/>
      <w:gridCol w:w="4820"/>
    </w:tblGrid>
    <w:tr w:rsidR="00EA0A87" w:rsidRPr="00F159CC" w:rsidTr="00C8704C">
      <w:trPr>
        <w:cantSplit/>
        <w:trHeight w:hRule="exact" w:val="397"/>
      </w:trPr>
      <w:tc>
        <w:tcPr>
          <w:tcW w:w="4570" w:type="dxa"/>
          <w:shd w:val="clear" w:color="auto" w:fill="FFFFFF" w:themeFill="background1"/>
          <w:vAlign w:val="center"/>
        </w:tcPr>
        <w:p w:rsidR="00EA0A87" w:rsidRPr="00F159CC" w:rsidRDefault="00EA0A87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4820" w:type="dxa"/>
          <w:shd w:val="clear" w:color="auto" w:fill="FFFFFF" w:themeFill="background1"/>
          <w:vAlign w:val="center"/>
        </w:tcPr>
        <w:p w:rsidR="00EA0A87" w:rsidRPr="00250406" w:rsidRDefault="00EA0A87" w:rsidP="00C8704C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right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FE1235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FE1235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3</w:t>
          </w:r>
          <w:r w:rsidR="00561C14" w:rsidRPr="00C8704C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EA0A87" w:rsidRPr="00F159CC" w:rsidTr="00C8704C">
      <w:trPr>
        <w:trHeight w:val="343"/>
      </w:trPr>
      <w:tc>
        <w:tcPr>
          <w:tcW w:w="9390" w:type="dxa"/>
          <w:gridSpan w:val="2"/>
          <w:shd w:val="clear" w:color="auto" w:fill="FFFFFF" w:themeFill="background1"/>
        </w:tcPr>
        <w:p w:rsidR="00EA0A87" w:rsidRPr="007100BD" w:rsidRDefault="00EA0A87" w:rsidP="00C8704C">
          <w:pPr>
            <w:tabs>
              <w:tab w:val="right" w:pos="9638"/>
            </w:tabs>
            <w:spacing w:line="220" w:lineRule="exact"/>
            <w:ind w:left="530"/>
            <w:jc w:val="right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EA0A87" w:rsidRDefault="00EA0A8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895" w:rsidRDefault="00E57257" w:rsidP="00E57257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  <w:r w:rsidRPr="00F159CC">
      <w:rPr>
        <w:rFonts w:ascii="Arial" w:eastAsia="Arial Unicode MS" w:hAnsi="Arial" w:cs="Arial"/>
        <w:b/>
        <w:bCs/>
        <w:sz w:val="18"/>
        <w:szCs w:val="18"/>
      </w:rPr>
      <w:tab/>
    </w:r>
  </w:p>
  <w:p w:rsidR="00BD0895" w:rsidRDefault="00BD0895" w:rsidP="00E57257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E57257" w:rsidRPr="00250406" w:rsidRDefault="00E57257" w:rsidP="00E57257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FE1235">
      <w:rPr>
        <w:rFonts w:ascii="Arial" w:hAnsi="Arial" w:cs="Arial"/>
        <w:b/>
        <w:bCs/>
        <w:i/>
        <w:noProof/>
        <w:sz w:val="18"/>
        <w:szCs w:val="18"/>
      </w:rPr>
      <w:t>1</w: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FE1235">
      <w:rPr>
        <w:rFonts w:ascii="Arial" w:hAnsi="Arial" w:cs="Arial"/>
        <w:b/>
        <w:bCs/>
        <w:i/>
        <w:noProof/>
        <w:sz w:val="18"/>
        <w:szCs w:val="18"/>
      </w:rPr>
      <w:t>3</w:t>
    </w:r>
    <w:r w:rsidR="00561C14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E57257" w:rsidRPr="007100BD" w:rsidRDefault="00E57257" w:rsidP="00E57257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EA0A87" w:rsidRPr="005D5AF8" w:rsidRDefault="00EA0A87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  <w:num w:numId="41">
    <w:abstractNumId w:val="37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06FA3"/>
    <w:rsid w:val="000144FB"/>
    <w:rsid w:val="00014924"/>
    <w:rsid w:val="00023090"/>
    <w:rsid w:val="00025CE2"/>
    <w:rsid w:val="000419DA"/>
    <w:rsid w:val="000426FD"/>
    <w:rsid w:val="00046B7B"/>
    <w:rsid w:val="00052F98"/>
    <w:rsid w:val="00055956"/>
    <w:rsid w:val="00061751"/>
    <w:rsid w:val="00061756"/>
    <w:rsid w:val="0009683F"/>
    <w:rsid w:val="0009767B"/>
    <w:rsid w:val="000A177F"/>
    <w:rsid w:val="000B15F1"/>
    <w:rsid w:val="000B2C8D"/>
    <w:rsid w:val="000B2CE9"/>
    <w:rsid w:val="000C12FD"/>
    <w:rsid w:val="000E0D9E"/>
    <w:rsid w:val="000E4F05"/>
    <w:rsid w:val="000F04F0"/>
    <w:rsid w:val="000F07AB"/>
    <w:rsid w:val="00104D5E"/>
    <w:rsid w:val="00112790"/>
    <w:rsid w:val="00117F82"/>
    <w:rsid w:val="00122A64"/>
    <w:rsid w:val="00124FB8"/>
    <w:rsid w:val="00134545"/>
    <w:rsid w:val="00152113"/>
    <w:rsid w:val="00154332"/>
    <w:rsid w:val="0015624F"/>
    <w:rsid w:val="00165C05"/>
    <w:rsid w:val="00167FAA"/>
    <w:rsid w:val="001708A1"/>
    <w:rsid w:val="0018682E"/>
    <w:rsid w:val="001A2858"/>
    <w:rsid w:val="001B0E70"/>
    <w:rsid w:val="001B18B6"/>
    <w:rsid w:val="001B407A"/>
    <w:rsid w:val="001B5D71"/>
    <w:rsid w:val="001B738F"/>
    <w:rsid w:val="001C29CF"/>
    <w:rsid w:val="001C36D5"/>
    <w:rsid w:val="001D3753"/>
    <w:rsid w:val="001D7C13"/>
    <w:rsid w:val="001E26BC"/>
    <w:rsid w:val="001E3817"/>
    <w:rsid w:val="001E6E36"/>
    <w:rsid w:val="00205AFF"/>
    <w:rsid w:val="00216BB7"/>
    <w:rsid w:val="00216F07"/>
    <w:rsid w:val="002210AD"/>
    <w:rsid w:val="00223CA8"/>
    <w:rsid w:val="00227B06"/>
    <w:rsid w:val="0023495D"/>
    <w:rsid w:val="00237486"/>
    <w:rsid w:val="00250406"/>
    <w:rsid w:val="00292491"/>
    <w:rsid w:val="002D4F2D"/>
    <w:rsid w:val="002E5B79"/>
    <w:rsid w:val="00303E96"/>
    <w:rsid w:val="0031630F"/>
    <w:rsid w:val="00325705"/>
    <w:rsid w:val="003258AA"/>
    <w:rsid w:val="003278AF"/>
    <w:rsid w:val="00332A2F"/>
    <w:rsid w:val="00333707"/>
    <w:rsid w:val="003348F1"/>
    <w:rsid w:val="003402B0"/>
    <w:rsid w:val="00344250"/>
    <w:rsid w:val="00344F44"/>
    <w:rsid w:val="00371AB6"/>
    <w:rsid w:val="00372C76"/>
    <w:rsid w:val="0039090C"/>
    <w:rsid w:val="00392DBA"/>
    <w:rsid w:val="00395033"/>
    <w:rsid w:val="003A2260"/>
    <w:rsid w:val="003A3660"/>
    <w:rsid w:val="003B2BEB"/>
    <w:rsid w:val="003D3CBF"/>
    <w:rsid w:val="003D513E"/>
    <w:rsid w:val="003F6678"/>
    <w:rsid w:val="004028A8"/>
    <w:rsid w:val="00402DA4"/>
    <w:rsid w:val="00424EA0"/>
    <w:rsid w:val="00425948"/>
    <w:rsid w:val="00430AA7"/>
    <w:rsid w:val="00455D44"/>
    <w:rsid w:val="00460C19"/>
    <w:rsid w:val="00461F05"/>
    <w:rsid w:val="0046605D"/>
    <w:rsid w:val="00473EF6"/>
    <w:rsid w:val="00485336"/>
    <w:rsid w:val="00493B00"/>
    <w:rsid w:val="00494820"/>
    <w:rsid w:val="004A0ED4"/>
    <w:rsid w:val="004A6E0F"/>
    <w:rsid w:val="004B6160"/>
    <w:rsid w:val="004D47E1"/>
    <w:rsid w:val="004E10A1"/>
    <w:rsid w:val="004F0BF4"/>
    <w:rsid w:val="005126F7"/>
    <w:rsid w:val="005135CB"/>
    <w:rsid w:val="00513925"/>
    <w:rsid w:val="005256D6"/>
    <w:rsid w:val="00531DF5"/>
    <w:rsid w:val="00543B14"/>
    <w:rsid w:val="00543D58"/>
    <w:rsid w:val="00552EC8"/>
    <w:rsid w:val="00554642"/>
    <w:rsid w:val="00561C14"/>
    <w:rsid w:val="005653DC"/>
    <w:rsid w:val="00574A4C"/>
    <w:rsid w:val="00575959"/>
    <w:rsid w:val="00576A16"/>
    <w:rsid w:val="00585258"/>
    <w:rsid w:val="00586552"/>
    <w:rsid w:val="00591A64"/>
    <w:rsid w:val="005A78D2"/>
    <w:rsid w:val="005D23B3"/>
    <w:rsid w:val="005D5AF8"/>
    <w:rsid w:val="005E13C2"/>
    <w:rsid w:val="005F093E"/>
    <w:rsid w:val="005F0BBA"/>
    <w:rsid w:val="00601CBF"/>
    <w:rsid w:val="00606261"/>
    <w:rsid w:val="00610677"/>
    <w:rsid w:val="00612C2F"/>
    <w:rsid w:val="006139EF"/>
    <w:rsid w:val="00614824"/>
    <w:rsid w:val="00633F50"/>
    <w:rsid w:val="00637864"/>
    <w:rsid w:val="0064675A"/>
    <w:rsid w:val="00656F71"/>
    <w:rsid w:val="00657AC9"/>
    <w:rsid w:val="0066460A"/>
    <w:rsid w:val="0067234F"/>
    <w:rsid w:val="006951BD"/>
    <w:rsid w:val="006A131D"/>
    <w:rsid w:val="006A2CD8"/>
    <w:rsid w:val="006B2FB2"/>
    <w:rsid w:val="006C31BC"/>
    <w:rsid w:val="006C3A1D"/>
    <w:rsid w:val="006C590F"/>
    <w:rsid w:val="006C7939"/>
    <w:rsid w:val="006D3FD9"/>
    <w:rsid w:val="006F6685"/>
    <w:rsid w:val="007100BD"/>
    <w:rsid w:val="00714578"/>
    <w:rsid w:val="0073300B"/>
    <w:rsid w:val="00750FCF"/>
    <w:rsid w:val="00787126"/>
    <w:rsid w:val="007955C3"/>
    <w:rsid w:val="007A3AD0"/>
    <w:rsid w:val="007A4CD0"/>
    <w:rsid w:val="007C0B9C"/>
    <w:rsid w:val="007C392E"/>
    <w:rsid w:val="007C7E9C"/>
    <w:rsid w:val="007D1B23"/>
    <w:rsid w:val="007E4BC9"/>
    <w:rsid w:val="007E56A8"/>
    <w:rsid w:val="007E75BD"/>
    <w:rsid w:val="007F1BE9"/>
    <w:rsid w:val="00801B0B"/>
    <w:rsid w:val="00802487"/>
    <w:rsid w:val="00803C31"/>
    <w:rsid w:val="00816653"/>
    <w:rsid w:val="00816B87"/>
    <w:rsid w:val="00822F9B"/>
    <w:rsid w:val="00837A1D"/>
    <w:rsid w:val="00843CD8"/>
    <w:rsid w:val="00847526"/>
    <w:rsid w:val="00855CE2"/>
    <w:rsid w:val="00857DBF"/>
    <w:rsid w:val="0086270E"/>
    <w:rsid w:val="00874626"/>
    <w:rsid w:val="00881DB6"/>
    <w:rsid w:val="00893629"/>
    <w:rsid w:val="00893AC4"/>
    <w:rsid w:val="008943F7"/>
    <w:rsid w:val="008956EB"/>
    <w:rsid w:val="008A5983"/>
    <w:rsid w:val="008A665D"/>
    <w:rsid w:val="008B6F9C"/>
    <w:rsid w:val="008D09C3"/>
    <w:rsid w:val="008D12D1"/>
    <w:rsid w:val="008E0150"/>
    <w:rsid w:val="008F1254"/>
    <w:rsid w:val="008F378A"/>
    <w:rsid w:val="008F3A47"/>
    <w:rsid w:val="00917C40"/>
    <w:rsid w:val="0095280E"/>
    <w:rsid w:val="00954062"/>
    <w:rsid w:val="0097668D"/>
    <w:rsid w:val="0098514F"/>
    <w:rsid w:val="009859BB"/>
    <w:rsid w:val="00985CF0"/>
    <w:rsid w:val="00985CF8"/>
    <w:rsid w:val="009B178D"/>
    <w:rsid w:val="009B218C"/>
    <w:rsid w:val="009D2BD1"/>
    <w:rsid w:val="009D2F21"/>
    <w:rsid w:val="009F3076"/>
    <w:rsid w:val="009F4288"/>
    <w:rsid w:val="00A12ABE"/>
    <w:rsid w:val="00A20943"/>
    <w:rsid w:val="00A2301C"/>
    <w:rsid w:val="00A23030"/>
    <w:rsid w:val="00A40C0B"/>
    <w:rsid w:val="00A6279D"/>
    <w:rsid w:val="00A70C93"/>
    <w:rsid w:val="00A931CE"/>
    <w:rsid w:val="00A93503"/>
    <w:rsid w:val="00AA3ADE"/>
    <w:rsid w:val="00AD2381"/>
    <w:rsid w:val="00AD46DD"/>
    <w:rsid w:val="00AD4AC4"/>
    <w:rsid w:val="00AD526C"/>
    <w:rsid w:val="00AD5F3C"/>
    <w:rsid w:val="00AE1FC8"/>
    <w:rsid w:val="00AE59CA"/>
    <w:rsid w:val="00B014FB"/>
    <w:rsid w:val="00B13415"/>
    <w:rsid w:val="00B13F3F"/>
    <w:rsid w:val="00B153B9"/>
    <w:rsid w:val="00B35077"/>
    <w:rsid w:val="00B36FE3"/>
    <w:rsid w:val="00B41FBC"/>
    <w:rsid w:val="00B4389B"/>
    <w:rsid w:val="00B44613"/>
    <w:rsid w:val="00B61482"/>
    <w:rsid w:val="00B62BE5"/>
    <w:rsid w:val="00B67BED"/>
    <w:rsid w:val="00B70FFA"/>
    <w:rsid w:val="00B815CF"/>
    <w:rsid w:val="00B93914"/>
    <w:rsid w:val="00BB0066"/>
    <w:rsid w:val="00BB0669"/>
    <w:rsid w:val="00BB067C"/>
    <w:rsid w:val="00BB3D79"/>
    <w:rsid w:val="00BB4260"/>
    <w:rsid w:val="00BB6E11"/>
    <w:rsid w:val="00BC08C3"/>
    <w:rsid w:val="00BC1E22"/>
    <w:rsid w:val="00BC21EE"/>
    <w:rsid w:val="00BD0895"/>
    <w:rsid w:val="00BD2BEE"/>
    <w:rsid w:val="00BD5C32"/>
    <w:rsid w:val="00BD7408"/>
    <w:rsid w:val="00BE66B5"/>
    <w:rsid w:val="00BF542F"/>
    <w:rsid w:val="00BF73D9"/>
    <w:rsid w:val="00C004D4"/>
    <w:rsid w:val="00C2361F"/>
    <w:rsid w:val="00C26777"/>
    <w:rsid w:val="00C27B05"/>
    <w:rsid w:val="00C3186C"/>
    <w:rsid w:val="00C43A2F"/>
    <w:rsid w:val="00C4775F"/>
    <w:rsid w:val="00C47B09"/>
    <w:rsid w:val="00C51288"/>
    <w:rsid w:val="00C546E4"/>
    <w:rsid w:val="00C66E97"/>
    <w:rsid w:val="00C74C7D"/>
    <w:rsid w:val="00C80973"/>
    <w:rsid w:val="00C8704C"/>
    <w:rsid w:val="00C87E94"/>
    <w:rsid w:val="00C95A81"/>
    <w:rsid w:val="00CC25C4"/>
    <w:rsid w:val="00CD3481"/>
    <w:rsid w:val="00CE476A"/>
    <w:rsid w:val="00CF1441"/>
    <w:rsid w:val="00D04890"/>
    <w:rsid w:val="00D0545D"/>
    <w:rsid w:val="00D200EC"/>
    <w:rsid w:val="00D20CC3"/>
    <w:rsid w:val="00D21F92"/>
    <w:rsid w:val="00D23D68"/>
    <w:rsid w:val="00D23E73"/>
    <w:rsid w:val="00D32996"/>
    <w:rsid w:val="00D36247"/>
    <w:rsid w:val="00D4598D"/>
    <w:rsid w:val="00D54857"/>
    <w:rsid w:val="00D559AD"/>
    <w:rsid w:val="00D55AAA"/>
    <w:rsid w:val="00D713B6"/>
    <w:rsid w:val="00D778D2"/>
    <w:rsid w:val="00D812ED"/>
    <w:rsid w:val="00D870CA"/>
    <w:rsid w:val="00DA3FED"/>
    <w:rsid w:val="00DB36CB"/>
    <w:rsid w:val="00DB564B"/>
    <w:rsid w:val="00DC28F6"/>
    <w:rsid w:val="00DC2F24"/>
    <w:rsid w:val="00DD0544"/>
    <w:rsid w:val="00DD0F45"/>
    <w:rsid w:val="00DE13A7"/>
    <w:rsid w:val="00DE4429"/>
    <w:rsid w:val="00DF2291"/>
    <w:rsid w:val="00DF657F"/>
    <w:rsid w:val="00E00448"/>
    <w:rsid w:val="00E00EA3"/>
    <w:rsid w:val="00E01449"/>
    <w:rsid w:val="00E06980"/>
    <w:rsid w:val="00E26E24"/>
    <w:rsid w:val="00E2781A"/>
    <w:rsid w:val="00E30347"/>
    <w:rsid w:val="00E308A1"/>
    <w:rsid w:val="00E33574"/>
    <w:rsid w:val="00E522A4"/>
    <w:rsid w:val="00E57257"/>
    <w:rsid w:val="00E67410"/>
    <w:rsid w:val="00E7072C"/>
    <w:rsid w:val="00E72C8C"/>
    <w:rsid w:val="00E822B5"/>
    <w:rsid w:val="00E86034"/>
    <w:rsid w:val="00E93CE1"/>
    <w:rsid w:val="00E9753B"/>
    <w:rsid w:val="00EA0207"/>
    <w:rsid w:val="00EA0A87"/>
    <w:rsid w:val="00EA302D"/>
    <w:rsid w:val="00EA66EE"/>
    <w:rsid w:val="00EC13BC"/>
    <w:rsid w:val="00EE5654"/>
    <w:rsid w:val="00F0123C"/>
    <w:rsid w:val="00F01516"/>
    <w:rsid w:val="00F03F5E"/>
    <w:rsid w:val="00F13611"/>
    <w:rsid w:val="00F159CC"/>
    <w:rsid w:val="00F21E3D"/>
    <w:rsid w:val="00F573E9"/>
    <w:rsid w:val="00F679F4"/>
    <w:rsid w:val="00F71CE8"/>
    <w:rsid w:val="00F72306"/>
    <w:rsid w:val="00F87253"/>
    <w:rsid w:val="00F97088"/>
    <w:rsid w:val="00FE1235"/>
    <w:rsid w:val="00FE384D"/>
    <w:rsid w:val="00FE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E2781A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C0254-FFBF-4687-8295-EA351089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353</TotalTime>
  <Pages>3</Pages>
  <Words>624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Introini</dc:creator>
  <cp:lastModifiedBy>llp018</cp:lastModifiedBy>
  <cp:revision>143</cp:revision>
  <cp:lastPrinted>2019-12-18T13:20:00Z</cp:lastPrinted>
  <dcterms:created xsi:type="dcterms:W3CDTF">2016-09-09T10:44:00Z</dcterms:created>
  <dcterms:modified xsi:type="dcterms:W3CDTF">2021-06-01T14:40:00Z</dcterms:modified>
</cp:coreProperties>
</file>